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EF7" w:rsidRPr="002351CB" w:rsidRDefault="00F52EF7">
      <w:bookmarkStart w:id="0" w:name="_GoBack"/>
      <w:bookmarkEnd w:id="0"/>
      <w:r w:rsidRPr="002351CB">
        <w:rPr>
          <w:rFonts w:hint="eastAsia"/>
        </w:rPr>
        <w:t>様式第</w:t>
      </w:r>
      <w:r w:rsidRPr="002351CB">
        <w:t>2</w:t>
      </w:r>
      <w:r w:rsidRPr="002351CB">
        <w:rPr>
          <w:rFonts w:hint="eastAsia"/>
        </w:rPr>
        <w:t>号の</w:t>
      </w:r>
      <w:r w:rsidRPr="002351CB">
        <w:t>1(</w:t>
      </w:r>
      <w:r w:rsidRPr="002351CB">
        <w:rPr>
          <w:rFonts w:hint="eastAsia"/>
        </w:rPr>
        <w:t>第</w:t>
      </w:r>
      <w:r w:rsidRPr="002351CB">
        <w:t>9</w:t>
      </w:r>
      <w:r w:rsidRPr="002351CB">
        <w:rPr>
          <w:rFonts w:hint="eastAsia"/>
        </w:rPr>
        <w:t>条関係</w:t>
      </w:r>
      <w:r w:rsidRPr="002351CB">
        <w:t>)</w:t>
      </w:r>
    </w:p>
    <w:p w:rsidR="00F52EF7" w:rsidRPr="002351CB" w:rsidRDefault="00F52EF7"/>
    <w:p w:rsidR="00F52EF7" w:rsidRPr="002351CB" w:rsidRDefault="00F52EF7">
      <w:pPr>
        <w:jc w:val="center"/>
      </w:pPr>
      <w:r w:rsidRPr="002351CB">
        <w:rPr>
          <w:rFonts w:hint="eastAsia"/>
        </w:rPr>
        <w:t>南アルプス市事後審査型条件付一般競争入札参加資格確認申請書</w:t>
      </w:r>
      <w:r w:rsidR="00856E74" w:rsidRPr="002351CB">
        <w:rPr>
          <w:rFonts w:hint="eastAsia"/>
        </w:rPr>
        <w:t>（建設工事用）</w:t>
      </w:r>
    </w:p>
    <w:p w:rsidR="00F52EF7" w:rsidRPr="002351CB" w:rsidRDefault="00F52EF7"/>
    <w:p w:rsidR="00F52EF7" w:rsidRPr="002351CB" w:rsidRDefault="00F52EF7">
      <w:pPr>
        <w:jc w:val="right"/>
      </w:pPr>
      <w:r w:rsidRPr="002351CB">
        <w:rPr>
          <w:rFonts w:hint="eastAsia"/>
        </w:rPr>
        <w:t xml:space="preserve">年　　月　　日　</w:t>
      </w:r>
    </w:p>
    <w:p w:rsidR="00F52EF7" w:rsidRPr="002351CB" w:rsidRDefault="00F52EF7">
      <w:r w:rsidRPr="002351CB">
        <w:rPr>
          <w:rFonts w:hint="eastAsia"/>
        </w:rPr>
        <w:t xml:space="preserve">　</w:t>
      </w:r>
      <w:r w:rsidRPr="002351CB">
        <w:t>(</w:t>
      </w:r>
      <w:r w:rsidRPr="002351CB">
        <w:rPr>
          <w:rFonts w:hint="eastAsia"/>
        </w:rPr>
        <w:t>あて先</w:t>
      </w:r>
      <w:r w:rsidRPr="002351CB">
        <w:t>)</w:t>
      </w:r>
      <w:r w:rsidRPr="002351CB">
        <w:rPr>
          <w:rFonts w:hint="eastAsia"/>
        </w:rPr>
        <w:t>南アルプス市長</w:t>
      </w:r>
    </w:p>
    <w:p w:rsidR="00F52EF7" w:rsidRPr="002351CB" w:rsidRDefault="00F52EF7"/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2"/>
        <w:gridCol w:w="4253"/>
      </w:tblGrid>
      <w:tr w:rsidR="002351CB" w:rsidRPr="002351CB">
        <w:trPr>
          <w:trHeight w:val="1425"/>
        </w:trPr>
        <w:tc>
          <w:tcPr>
            <w:tcW w:w="4252" w:type="dxa"/>
            <w:vAlign w:val="center"/>
          </w:tcPr>
          <w:p w:rsidR="00F52EF7" w:rsidRPr="002351CB" w:rsidRDefault="00F52EF7">
            <w:pPr>
              <w:jc w:val="right"/>
            </w:pPr>
            <w:r w:rsidRPr="002351CB">
              <w:rPr>
                <w:rFonts w:hint="eastAsia"/>
              </w:rPr>
              <w:t>申請者</w:t>
            </w:r>
          </w:p>
        </w:tc>
        <w:tc>
          <w:tcPr>
            <w:tcW w:w="4253" w:type="dxa"/>
            <w:vAlign w:val="center"/>
          </w:tcPr>
          <w:p w:rsidR="00F52EF7" w:rsidRPr="002351CB" w:rsidRDefault="00F52EF7">
            <w:r w:rsidRPr="002351CB">
              <w:rPr>
                <w:rFonts w:hint="eastAsia"/>
                <w:spacing w:val="420"/>
              </w:rPr>
              <w:t>住</w:t>
            </w:r>
            <w:r w:rsidRPr="002351CB">
              <w:rPr>
                <w:rFonts w:hint="eastAsia"/>
              </w:rPr>
              <w:t>所</w:t>
            </w:r>
          </w:p>
          <w:p w:rsidR="00F52EF7" w:rsidRPr="002351CB" w:rsidRDefault="00F52EF7">
            <w:r w:rsidRPr="002351CB">
              <w:rPr>
                <w:rFonts w:hint="eastAsia"/>
                <w:spacing w:val="-51"/>
              </w:rPr>
              <w:t xml:space="preserve">　</w:t>
            </w:r>
            <w:r w:rsidRPr="002351CB">
              <w:t>(</w:t>
            </w:r>
            <w:r w:rsidRPr="002351CB">
              <w:rPr>
                <w:rFonts w:hint="eastAsia"/>
              </w:rPr>
              <w:t>電話番号</w:t>
            </w:r>
            <w:r w:rsidRPr="002351CB">
              <w:t>)</w:t>
            </w:r>
          </w:p>
          <w:p w:rsidR="00F52EF7" w:rsidRPr="002351CB" w:rsidRDefault="00F52EF7">
            <w:r w:rsidRPr="002351CB">
              <w:rPr>
                <w:rFonts w:hint="eastAsia"/>
              </w:rPr>
              <w:t>共同企業体の名称</w:t>
            </w:r>
          </w:p>
        </w:tc>
      </w:tr>
      <w:tr w:rsidR="002351CB" w:rsidRPr="002351CB">
        <w:trPr>
          <w:trHeight w:val="1425"/>
        </w:trPr>
        <w:tc>
          <w:tcPr>
            <w:tcW w:w="4252" w:type="dxa"/>
            <w:vAlign w:val="center"/>
          </w:tcPr>
          <w:p w:rsidR="00F52EF7" w:rsidRPr="002351CB" w:rsidRDefault="008E2BC7">
            <w:pPr>
              <w:jc w:val="right"/>
            </w:pPr>
            <w:r>
              <w:rPr>
                <w:noProof/>
              </w:rPr>
              <w:pict>
                <v:oval id="_x0000_s1026" style="position:absolute;left:0;text-align:left;margin-left:384pt;margin-top:42.25pt;width:12pt;height:12pt;z-index:1;mso-position-horizontal-relative:text;mso-position-vertical-relative:text" o:allowincell="f" filled="f" strokeweight=".5pt">
                  <o:lock v:ext="edit" aspectratio="t"/>
                </v:oval>
              </w:pict>
            </w:r>
            <w:r w:rsidR="00F52EF7" w:rsidRPr="002351CB">
              <w:rPr>
                <w:rFonts w:hint="eastAsia"/>
              </w:rPr>
              <w:t>代表構成員</w:t>
            </w:r>
          </w:p>
        </w:tc>
        <w:tc>
          <w:tcPr>
            <w:tcW w:w="4253" w:type="dxa"/>
            <w:vAlign w:val="center"/>
          </w:tcPr>
          <w:p w:rsidR="00F52EF7" w:rsidRPr="002351CB" w:rsidRDefault="00F52EF7">
            <w:r w:rsidRPr="002351CB">
              <w:rPr>
                <w:rFonts w:hint="eastAsia"/>
                <w:spacing w:val="420"/>
              </w:rPr>
              <w:t>住</w:t>
            </w:r>
            <w:r w:rsidRPr="002351CB">
              <w:rPr>
                <w:rFonts w:hint="eastAsia"/>
              </w:rPr>
              <w:t>所</w:t>
            </w:r>
          </w:p>
          <w:p w:rsidR="00F52EF7" w:rsidRPr="002351CB" w:rsidRDefault="00F52EF7">
            <w:r w:rsidRPr="002351CB">
              <w:rPr>
                <w:rFonts w:hint="eastAsia"/>
              </w:rPr>
              <w:t>商号又は名称</w:t>
            </w:r>
          </w:p>
          <w:p w:rsidR="00F52EF7" w:rsidRPr="002351CB" w:rsidRDefault="00F52EF7">
            <w:r w:rsidRPr="002351CB">
              <w:rPr>
                <w:rFonts w:hint="eastAsia"/>
                <w:spacing w:val="25"/>
              </w:rPr>
              <w:t>代表者氏</w:t>
            </w:r>
            <w:r w:rsidRPr="002351CB">
              <w:rPr>
                <w:rFonts w:hint="eastAsia"/>
              </w:rPr>
              <w:t>名　　　　　　　　　　印</w:t>
            </w:r>
          </w:p>
        </w:tc>
      </w:tr>
      <w:tr w:rsidR="002351CB" w:rsidRPr="002351CB">
        <w:trPr>
          <w:trHeight w:val="1425"/>
        </w:trPr>
        <w:tc>
          <w:tcPr>
            <w:tcW w:w="4252" w:type="dxa"/>
            <w:vAlign w:val="center"/>
          </w:tcPr>
          <w:p w:rsidR="00F52EF7" w:rsidRPr="002351CB" w:rsidRDefault="008E2BC7">
            <w:pPr>
              <w:jc w:val="right"/>
            </w:pPr>
            <w:r>
              <w:rPr>
                <w:noProof/>
              </w:rPr>
              <w:pict>
                <v:oval id="_x0000_s1027" style="position:absolute;left:0;text-align:left;margin-left:384pt;margin-top:42.5pt;width:12pt;height:12pt;z-index:2;mso-position-horizontal-relative:text;mso-position-vertical-relative:text" o:allowincell="f" filled="f" strokeweight=".5pt">
                  <o:lock v:ext="edit" aspectratio="t"/>
                </v:oval>
              </w:pict>
            </w:r>
            <w:r w:rsidR="00F52EF7" w:rsidRPr="002351CB">
              <w:rPr>
                <w:rFonts w:hint="eastAsia"/>
              </w:rPr>
              <w:t>構成員</w:t>
            </w:r>
          </w:p>
        </w:tc>
        <w:tc>
          <w:tcPr>
            <w:tcW w:w="4253" w:type="dxa"/>
            <w:vAlign w:val="center"/>
          </w:tcPr>
          <w:p w:rsidR="00F52EF7" w:rsidRPr="002351CB" w:rsidRDefault="00F52EF7">
            <w:r w:rsidRPr="002351CB">
              <w:rPr>
                <w:rFonts w:hint="eastAsia"/>
                <w:spacing w:val="420"/>
              </w:rPr>
              <w:t>住</w:t>
            </w:r>
            <w:r w:rsidRPr="002351CB">
              <w:rPr>
                <w:rFonts w:hint="eastAsia"/>
              </w:rPr>
              <w:t>所</w:t>
            </w:r>
          </w:p>
          <w:p w:rsidR="00F52EF7" w:rsidRPr="002351CB" w:rsidRDefault="00F52EF7">
            <w:r w:rsidRPr="002351CB">
              <w:rPr>
                <w:rFonts w:hint="eastAsia"/>
              </w:rPr>
              <w:t>商号又は名称</w:t>
            </w:r>
          </w:p>
          <w:p w:rsidR="00F52EF7" w:rsidRPr="002351CB" w:rsidRDefault="00F52EF7">
            <w:r w:rsidRPr="002351CB">
              <w:rPr>
                <w:rFonts w:hint="eastAsia"/>
                <w:spacing w:val="25"/>
              </w:rPr>
              <w:t>代表者氏</w:t>
            </w:r>
            <w:r w:rsidRPr="002351CB">
              <w:rPr>
                <w:rFonts w:hint="eastAsia"/>
              </w:rPr>
              <w:t>名　　　　　　　　　　印</w:t>
            </w:r>
          </w:p>
        </w:tc>
      </w:tr>
      <w:tr w:rsidR="00F52EF7" w:rsidRPr="002351CB">
        <w:trPr>
          <w:trHeight w:val="1425"/>
        </w:trPr>
        <w:tc>
          <w:tcPr>
            <w:tcW w:w="4252" w:type="dxa"/>
            <w:vAlign w:val="center"/>
          </w:tcPr>
          <w:p w:rsidR="00F52EF7" w:rsidRPr="002B574E" w:rsidRDefault="00F52EF7">
            <w:pPr>
              <w:jc w:val="right"/>
            </w:pPr>
          </w:p>
        </w:tc>
        <w:tc>
          <w:tcPr>
            <w:tcW w:w="4253" w:type="dxa"/>
            <w:vAlign w:val="center"/>
          </w:tcPr>
          <w:p w:rsidR="00F52EF7" w:rsidRPr="002351CB" w:rsidRDefault="00F52EF7"/>
        </w:tc>
      </w:tr>
    </w:tbl>
    <w:p w:rsidR="00F52EF7" w:rsidRPr="002351CB" w:rsidRDefault="00F52EF7"/>
    <w:p w:rsidR="00F52EF7" w:rsidRPr="002351CB" w:rsidRDefault="00F52EF7">
      <w:r w:rsidRPr="002351CB">
        <w:rPr>
          <w:rFonts w:hint="eastAsia"/>
        </w:rPr>
        <w:t xml:space="preserve">　　　　　　年　　月　　日付けで入</w:t>
      </w:r>
      <w:r w:rsidR="00A23D43">
        <w:rPr>
          <w:rFonts w:hint="eastAsia"/>
        </w:rPr>
        <w:t>札公告のありました、　　　　　　　　　工事の入札について</w:t>
      </w:r>
      <w:r w:rsidRPr="002351CB">
        <w:rPr>
          <w:rFonts w:hint="eastAsia"/>
        </w:rPr>
        <w:t>、</w:t>
      </w:r>
      <w:r w:rsidR="00A23D43">
        <w:rPr>
          <w:rFonts w:hint="eastAsia"/>
        </w:rPr>
        <w:t>次の関係書類を添えて入札参加資格の確認</w:t>
      </w:r>
      <w:r w:rsidRPr="002351CB">
        <w:rPr>
          <w:rFonts w:hint="eastAsia"/>
        </w:rPr>
        <w:t>を申請します。</w:t>
      </w:r>
    </w:p>
    <w:p w:rsidR="00F52EF7" w:rsidRPr="002351CB" w:rsidRDefault="00F52EF7">
      <w:r w:rsidRPr="002351CB">
        <w:rPr>
          <w:rFonts w:hint="eastAsia"/>
        </w:rPr>
        <w:t xml:space="preserve">　なお、この申請書及び添付書類のすべての記載事項は、事実と相違ないことを誓約いたします。</w:t>
      </w:r>
    </w:p>
    <w:p w:rsidR="00F52EF7" w:rsidRPr="002351CB" w:rsidRDefault="00F52EF7"/>
    <w:p w:rsidR="00F52EF7" w:rsidRPr="002351CB" w:rsidRDefault="00F52EF7">
      <w:r w:rsidRPr="002351CB">
        <w:rPr>
          <w:rFonts w:hint="eastAsia"/>
        </w:rPr>
        <w:t>添付資料</w:t>
      </w:r>
    </w:p>
    <w:p w:rsidR="00F52EF7" w:rsidRPr="002351CB" w:rsidRDefault="00F52EF7">
      <w:r w:rsidRPr="002351CB">
        <w:rPr>
          <w:rFonts w:hint="eastAsia"/>
        </w:rPr>
        <w:t xml:space="preserve">　</w:t>
      </w:r>
      <w:r w:rsidRPr="002351CB">
        <w:t>(1)</w:t>
      </w:r>
      <w:r w:rsidRPr="002351CB">
        <w:rPr>
          <w:rFonts w:hint="eastAsia"/>
          <w:spacing w:val="-52"/>
        </w:rPr>
        <w:t xml:space="preserve">　</w:t>
      </w:r>
      <w:r w:rsidRPr="002351CB">
        <w:rPr>
          <w:rFonts w:hint="eastAsia"/>
        </w:rPr>
        <w:t>建設業の許可証</w:t>
      </w:r>
      <w:r w:rsidRPr="002351CB">
        <w:t>(</w:t>
      </w:r>
      <w:r w:rsidRPr="002351CB">
        <w:rPr>
          <w:rFonts w:hint="eastAsia"/>
        </w:rPr>
        <w:t>写し</w:t>
      </w:r>
      <w:r w:rsidRPr="002351CB">
        <w:t>)(</w:t>
      </w:r>
      <w:r w:rsidRPr="002351CB">
        <w:rPr>
          <w:rFonts w:hint="eastAsia"/>
        </w:rPr>
        <w:t>代表構成員及び構成員</w:t>
      </w:r>
      <w:r w:rsidRPr="002351CB">
        <w:t>)</w:t>
      </w:r>
      <w:r w:rsidRPr="002351CB">
        <w:rPr>
          <w:rFonts w:hint="eastAsia"/>
        </w:rPr>
        <w:t xml:space="preserve">　各</w:t>
      </w:r>
      <w:r w:rsidRPr="002351CB">
        <w:t>1</w:t>
      </w:r>
      <w:r w:rsidRPr="002351CB">
        <w:rPr>
          <w:rFonts w:hint="eastAsia"/>
        </w:rPr>
        <w:t>部</w:t>
      </w:r>
    </w:p>
    <w:p w:rsidR="00F52EF7" w:rsidRPr="002351CB" w:rsidRDefault="00F52EF7">
      <w:r w:rsidRPr="002351CB">
        <w:rPr>
          <w:rFonts w:hint="eastAsia"/>
        </w:rPr>
        <w:t xml:space="preserve">　</w:t>
      </w:r>
      <w:r w:rsidRPr="002351CB">
        <w:t>(2)</w:t>
      </w:r>
      <w:r w:rsidRPr="002351CB">
        <w:rPr>
          <w:rFonts w:hint="eastAsia"/>
          <w:spacing w:val="-52"/>
        </w:rPr>
        <w:t xml:space="preserve">　</w:t>
      </w:r>
      <w:r w:rsidRPr="002351CB">
        <w:rPr>
          <w:rFonts w:hint="eastAsia"/>
        </w:rPr>
        <w:t>監理技術者資格者証</w:t>
      </w:r>
      <w:r w:rsidRPr="002351CB">
        <w:t>(</w:t>
      </w:r>
      <w:r w:rsidRPr="002351CB">
        <w:rPr>
          <w:rFonts w:hint="eastAsia"/>
        </w:rPr>
        <w:t>写し</w:t>
      </w:r>
      <w:r w:rsidRPr="002351CB">
        <w:t>)</w:t>
      </w:r>
      <w:r w:rsidRPr="002351CB">
        <w:rPr>
          <w:rFonts w:hint="eastAsia"/>
        </w:rPr>
        <w:t xml:space="preserve">　</w:t>
      </w:r>
      <w:r w:rsidRPr="002351CB">
        <w:t>1</w:t>
      </w:r>
      <w:r w:rsidRPr="002351CB">
        <w:rPr>
          <w:rFonts w:hint="eastAsia"/>
        </w:rPr>
        <w:t>部</w:t>
      </w:r>
    </w:p>
    <w:p w:rsidR="00F52EF7" w:rsidRPr="002351CB" w:rsidRDefault="00F52EF7">
      <w:r w:rsidRPr="002351CB">
        <w:rPr>
          <w:rFonts w:hint="eastAsia"/>
        </w:rPr>
        <w:t xml:space="preserve">　</w:t>
      </w:r>
      <w:r w:rsidRPr="002351CB">
        <w:t>(3)</w:t>
      </w:r>
      <w:r w:rsidRPr="002351CB">
        <w:rPr>
          <w:rFonts w:hint="eastAsia"/>
          <w:spacing w:val="-52"/>
        </w:rPr>
        <w:t xml:space="preserve">　</w:t>
      </w:r>
      <w:r w:rsidRPr="002351CB">
        <w:rPr>
          <w:rFonts w:hint="eastAsia"/>
        </w:rPr>
        <w:t>経営事項審査結果通知書</w:t>
      </w:r>
      <w:r w:rsidRPr="002351CB">
        <w:t>(</w:t>
      </w:r>
      <w:r w:rsidRPr="002351CB">
        <w:rPr>
          <w:rFonts w:hint="eastAsia"/>
        </w:rPr>
        <w:t>写し</w:t>
      </w:r>
      <w:r w:rsidRPr="002351CB">
        <w:t>)(</w:t>
      </w:r>
      <w:r w:rsidRPr="002351CB">
        <w:rPr>
          <w:rFonts w:hint="eastAsia"/>
        </w:rPr>
        <w:t>代表構成員及び構成員</w:t>
      </w:r>
      <w:r w:rsidRPr="002351CB">
        <w:t>)</w:t>
      </w:r>
      <w:r w:rsidRPr="002351CB">
        <w:rPr>
          <w:rFonts w:hint="eastAsia"/>
        </w:rPr>
        <w:t xml:space="preserve">　各</w:t>
      </w:r>
      <w:r w:rsidRPr="002351CB">
        <w:t>1</w:t>
      </w:r>
      <w:r w:rsidRPr="002351CB">
        <w:rPr>
          <w:rFonts w:hint="eastAsia"/>
        </w:rPr>
        <w:t>部</w:t>
      </w:r>
    </w:p>
    <w:p w:rsidR="00F52EF7" w:rsidRPr="002351CB" w:rsidRDefault="00F52EF7">
      <w:r w:rsidRPr="002351CB">
        <w:rPr>
          <w:rFonts w:hint="eastAsia"/>
        </w:rPr>
        <w:t xml:space="preserve">　</w:t>
      </w:r>
      <w:r w:rsidRPr="002351CB">
        <w:t>(4)</w:t>
      </w:r>
      <w:r w:rsidRPr="002351CB">
        <w:rPr>
          <w:rFonts w:hint="eastAsia"/>
          <w:spacing w:val="-52"/>
        </w:rPr>
        <w:t xml:space="preserve">　</w:t>
      </w:r>
      <w:r w:rsidRPr="002351CB">
        <w:rPr>
          <w:rFonts w:hint="eastAsia"/>
        </w:rPr>
        <w:t>資格要件等総括表</w:t>
      </w:r>
      <w:r w:rsidRPr="002351CB">
        <w:t>(</w:t>
      </w:r>
      <w:r w:rsidRPr="002351CB">
        <w:rPr>
          <w:rFonts w:hint="eastAsia"/>
        </w:rPr>
        <w:t>様式第</w:t>
      </w:r>
      <w:r w:rsidRPr="002351CB">
        <w:t>5</w:t>
      </w:r>
      <w:r w:rsidRPr="002351CB">
        <w:rPr>
          <w:rFonts w:hint="eastAsia"/>
        </w:rPr>
        <w:t>号</w:t>
      </w:r>
      <w:r w:rsidRPr="002351CB">
        <w:t>)</w:t>
      </w:r>
    </w:p>
    <w:p w:rsidR="00F52EF7" w:rsidRPr="002351CB" w:rsidRDefault="00F52EF7">
      <w:r w:rsidRPr="002351CB">
        <w:rPr>
          <w:rFonts w:hint="eastAsia"/>
        </w:rPr>
        <w:t xml:space="preserve">　</w:t>
      </w:r>
      <w:r w:rsidRPr="002351CB">
        <w:t>(5)</w:t>
      </w:r>
      <w:r w:rsidRPr="002351CB">
        <w:rPr>
          <w:rFonts w:hint="eastAsia"/>
          <w:spacing w:val="-52"/>
        </w:rPr>
        <w:t xml:space="preserve">　</w:t>
      </w:r>
      <w:r w:rsidRPr="002351CB">
        <w:rPr>
          <w:rFonts w:hint="eastAsia"/>
        </w:rPr>
        <w:t>同種工事等の施工実績</w:t>
      </w:r>
      <w:r w:rsidRPr="002351CB">
        <w:t>(</w:t>
      </w:r>
      <w:r w:rsidRPr="002351CB">
        <w:rPr>
          <w:rFonts w:hint="eastAsia"/>
        </w:rPr>
        <w:t>様式</w:t>
      </w:r>
      <w:r w:rsidR="002A18C3" w:rsidRPr="002351CB">
        <w:rPr>
          <w:rFonts w:hint="eastAsia"/>
        </w:rPr>
        <w:t>第</w:t>
      </w:r>
      <w:r w:rsidR="002A18C3" w:rsidRPr="002351CB">
        <w:t>3</w:t>
      </w:r>
      <w:r w:rsidR="002A18C3" w:rsidRPr="002351CB">
        <w:rPr>
          <w:rFonts w:hint="eastAsia"/>
        </w:rPr>
        <w:t>号</w:t>
      </w:r>
      <w:r w:rsidR="00495715" w:rsidRPr="002351CB">
        <w:rPr>
          <w:rFonts w:hint="eastAsia"/>
        </w:rPr>
        <w:t>の</w:t>
      </w:r>
      <w:r w:rsidR="00495715" w:rsidRPr="002351CB">
        <w:t>1</w:t>
      </w:r>
      <w:r w:rsidRPr="002351CB">
        <w:t>)</w:t>
      </w:r>
      <w:r w:rsidRPr="002351CB">
        <w:rPr>
          <w:rFonts w:hint="eastAsia"/>
        </w:rPr>
        <w:t>及びその請負契約書の写し</w:t>
      </w:r>
    </w:p>
    <w:p w:rsidR="00F52EF7" w:rsidRPr="002351CB" w:rsidRDefault="00F52EF7">
      <w:r w:rsidRPr="002351CB">
        <w:rPr>
          <w:rFonts w:hint="eastAsia"/>
        </w:rPr>
        <w:t xml:space="preserve">　</w:t>
      </w:r>
      <w:r w:rsidRPr="002351CB">
        <w:t>(6)</w:t>
      </w:r>
      <w:r w:rsidRPr="002351CB">
        <w:rPr>
          <w:rFonts w:hint="eastAsia"/>
          <w:spacing w:val="-52"/>
        </w:rPr>
        <w:t xml:space="preserve">　</w:t>
      </w:r>
      <w:r w:rsidRPr="002351CB">
        <w:rPr>
          <w:rFonts w:hint="eastAsia"/>
        </w:rPr>
        <w:t>配置予定技術者の資格及び経験</w:t>
      </w:r>
      <w:r w:rsidRPr="002351CB">
        <w:t>(</w:t>
      </w:r>
      <w:r w:rsidRPr="002351CB">
        <w:rPr>
          <w:rFonts w:hint="eastAsia"/>
        </w:rPr>
        <w:t>様式</w:t>
      </w:r>
      <w:r w:rsidR="002A18C3" w:rsidRPr="002351CB">
        <w:rPr>
          <w:rFonts w:hint="eastAsia"/>
        </w:rPr>
        <w:t>第</w:t>
      </w:r>
      <w:r w:rsidR="002A18C3" w:rsidRPr="002351CB">
        <w:t>4</w:t>
      </w:r>
      <w:r w:rsidR="002A18C3" w:rsidRPr="002351CB">
        <w:rPr>
          <w:rFonts w:hint="eastAsia"/>
        </w:rPr>
        <w:t>号</w:t>
      </w:r>
      <w:r w:rsidR="00495715" w:rsidRPr="002351CB">
        <w:rPr>
          <w:rFonts w:hint="eastAsia"/>
        </w:rPr>
        <w:t>の</w:t>
      </w:r>
      <w:r w:rsidR="00495715" w:rsidRPr="002351CB">
        <w:t>1</w:t>
      </w:r>
      <w:r w:rsidRPr="002351CB">
        <w:t>)</w:t>
      </w:r>
    </w:p>
    <w:p w:rsidR="00F52EF7" w:rsidRPr="002351CB" w:rsidRDefault="003548B0">
      <w:r w:rsidRPr="002351CB">
        <w:rPr>
          <w:rFonts w:hint="eastAsia"/>
        </w:rPr>
        <w:t xml:space="preserve">　　　　　　　　　　　　　　　　　　　　　　　　　　</w:t>
      </w:r>
    </w:p>
    <w:sectPr w:rsidR="00F52EF7" w:rsidRPr="002351CB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BC7" w:rsidRDefault="008E2BC7" w:rsidP="004D257F">
      <w:r>
        <w:separator/>
      </w:r>
    </w:p>
  </w:endnote>
  <w:endnote w:type="continuationSeparator" w:id="0">
    <w:p w:rsidR="008E2BC7" w:rsidRDefault="008E2BC7" w:rsidP="004D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BC7" w:rsidRDefault="008E2BC7" w:rsidP="004D257F">
      <w:r>
        <w:separator/>
      </w:r>
    </w:p>
  </w:footnote>
  <w:footnote w:type="continuationSeparator" w:id="0">
    <w:p w:rsidR="008E2BC7" w:rsidRDefault="008E2BC7" w:rsidP="004D2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oNotTrackMoves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EF7"/>
    <w:rsid w:val="000A508C"/>
    <w:rsid w:val="000D00C5"/>
    <w:rsid w:val="00181796"/>
    <w:rsid w:val="002351CB"/>
    <w:rsid w:val="002A18C3"/>
    <w:rsid w:val="002B574E"/>
    <w:rsid w:val="003548B0"/>
    <w:rsid w:val="00495715"/>
    <w:rsid w:val="004D257F"/>
    <w:rsid w:val="004D5D5C"/>
    <w:rsid w:val="00791FCE"/>
    <w:rsid w:val="0081212D"/>
    <w:rsid w:val="00814C63"/>
    <w:rsid w:val="00856E74"/>
    <w:rsid w:val="00880960"/>
    <w:rsid w:val="008E2BC7"/>
    <w:rsid w:val="009244FE"/>
    <w:rsid w:val="009C6175"/>
    <w:rsid w:val="00A23D43"/>
    <w:rsid w:val="00BB3B81"/>
    <w:rsid w:val="00C73E7F"/>
    <w:rsid w:val="00D60FC1"/>
    <w:rsid w:val="00F35708"/>
    <w:rsid w:val="00F52EF7"/>
    <w:rsid w:val="00F8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FDB4429-8A55-42B4-A57E-AA0A8F1CF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83C9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F83C9C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6032;&#20214;&#12539;&#21407;&#32681;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A7649-D007-4F55-99BA-3011FD732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新件・原義様式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様式第2号の1(第10条関係)</vt:lpstr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様式第2号の1(第10条関係)</dc:title>
  <dc:subject/>
  <dc:creator>(株)ぎょうせい</dc:creator>
  <cp:keywords/>
  <dc:description/>
  <cp:lastModifiedBy>佐久間沙奈恵</cp:lastModifiedBy>
  <cp:revision>6</cp:revision>
  <cp:lastPrinted>2018-08-10T05:00:00Z</cp:lastPrinted>
  <dcterms:created xsi:type="dcterms:W3CDTF">2018-09-26T02:21:00Z</dcterms:created>
  <dcterms:modified xsi:type="dcterms:W3CDTF">2018-10-22T09:30:00Z</dcterms:modified>
</cp:coreProperties>
</file>